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EB2E4-EF5F-4AFC-9755-C978A60FCCF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